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E3D1C">
      <w:pPr>
        <w:keepNext w:val="0"/>
        <w:keepLines w:val="0"/>
        <w:pageBreakBefore w:val="0"/>
        <w:tabs>
          <w:tab w:val="left" w:pos="2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4 </w:t>
      </w:r>
    </w:p>
    <w:p w14:paraId="041B72D5">
      <w:pPr>
        <w:keepNext w:val="0"/>
        <w:keepLines w:val="0"/>
        <w:pageBreakBefore w:val="0"/>
        <w:tabs>
          <w:tab w:val="left" w:pos="2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highlight w:val="none"/>
          <w:lang w:eastAsia="zh-CN"/>
        </w:rPr>
        <w:t>现场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highlight w:val="none"/>
        </w:rPr>
        <w:t>资格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highlight w:val="none"/>
          <w:lang w:eastAsia="zh-CN"/>
        </w:rPr>
        <w:t>审查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highlight w:val="none"/>
        </w:rPr>
        <w:t>所需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highlight w:val="none"/>
          <w:lang w:eastAsia="zh-CN"/>
        </w:rPr>
        <w:t>材料清单</w:t>
      </w:r>
    </w:p>
    <w:p w14:paraId="3EFEED89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本人签字确认的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重庆市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彭水自治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县事业单位202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年第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季度公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开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招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聘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工作人员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资格审查表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附件5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1份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24A082FC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highlight w:val="none"/>
        </w:rPr>
        <w:t>本人身份证原件及复印件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近期同底1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寸免冠照片2张。</w:t>
      </w:r>
    </w:p>
    <w:p w14:paraId="4D8A04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毕业证(学位证) 原件及复印件，在国外（境外）高校就读取得的学历（学位）还须提供教育部中国留学服务中心认证书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eastAsia="zh-CN"/>
        </w:rPr>
        <w:t>。</w:t>
      </w:r>
    </w:p>
    <w:p w14:paraId="44BF56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ascii="方正仿宋_GBK" w:hAnsi="微软雅黑" w:eastAsia="方正仿宋_GBK"/>
          <w:color w:val="000000"/>
          <w:kern w:val="2"/>
          <w:sz w:val="32"/>
          <w:szCs w:val="32"/>
          <w:highlight w:val="none"/>
        </w:rPr>
        <w:t>202</w:t>
      </w:r>
      <w:r>
        <w:rPr>
          <w:rFonts w:hint="eastAsia" w:ascii="方正仿宋_GBK" w:hAnsi="微软雅黑" w:eastAsia="方正仿宋_GBK"/>
          <w:color w:val="000000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ascii="方正仿宋_GBK" w:hAnsi="微软雅黑" w:eastAsia="方正仿宋_GBK"/>
          <w:color w:val="000000"/>
          <w:kern w:val="2"/>
          <w:sz w:val="32"/>
          <w:szCs w:val="32"/>
          <w:highlight w:val="none"/>
        </w:rPr>
        <w:t>年应届毕业生</w:t>
      </w:r>
      <w:r>
        <w:rPr>
          <w:rFonts w:hint="eastAsia" w:ascii="方正仿宋_GBK" w:hAnsi="微软雅黑" w:eastAsia="方正仿宋_GBK"/>
          <w:color w:val="000000"/>
          <w:kern w:val="2"/>
          <w:sz w:val="32"/>
          <w:szCs w:val="32"/>
          <w:highlight w:val="none"/>
        </w:rPr>
        <w:t>资格审查时暂未取得毕业证（学位证）的，可提供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提供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院校出具的《毕业生就业推荐表》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eastAsia="zh-CN"/>
        </w:rPr>
        <w:t>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教育部学籍在线验证报告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其中</w:t>
      </w:r>
      <w:r>
        <w:rPr>
          <w:rFonts w:hint="eastAsia" w:eastAsia="方正仿宋_GBK"/>
          <w:sz w:val="32"/>
          <w:szCs w:val="32"/>
          <w:highlight w:val="none"/>
        </w:rPr>
        <w:t>国（境）外高校就读的报考人员，须提供教育部中国留学服务中心学历认证（若暂未取得，须提供入学证明、各学年成绩单及相应正规翻译资料等佐证）</w:t>
      </w:r>
      <w:r>
        <w:rPr>
          <w:rFonts w:hint="eastAsia" w:ascii="Times New Roman" w:hAnsi="Times New Roman" w:eastAsia="方正仿宋_GBK"/>
          <w:sz w:val="32"/>
          <w:szCs w:val="32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岗位要求提供专业方向的，本人需提供证明学习专业方向的证明材料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毕业院校依据所学专业学科出具相应方向证明和毕业成绩单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成绩单须有相应方向的学科成绩记录）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。</w:t>
      </w:r>
    </w:p>
    <w:p w14:paraId="6E20A45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岗位要求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其他证书原件及复印件等（比如：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教师资格证、普通话等级证书、运动员等级证书、初级会计资格证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岗位要求的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其他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佐证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。</w:t>
      </w:r>
    </w:p>
    <w:p w14:paraId="188DDCF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应聘人员属机关事业单位正式在编工作人员的，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必须提供加盖所在单位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及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主管部门公章的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机关事业单位工作人员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诚信应聘承诺》（附件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）。</w:t>
      </w:r>
    </w:p>
    <w:p w14:paraId="44F905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.岗位有工作经历要求的，须提供社保缴纳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证明，同时提供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</w:rPr>
        <w:t>劳动（聘用）合同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或者加盖工作单位或主管部门或组织人事管理权限部门公章的《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学习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工作经历事项》（附件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）。</w:t>
      </w:r>
    </w:p>
    <w:p w14:paraId="0DFA3E6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 w14:paraId="2A5AEC2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如本人不能参加现场资格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复审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可委托进行资格审查，但应出具委托人的委托书（须注明委托事宜、委托双方的身份证号码，并由委托双方签字）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原件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，以及被委托人的身份证原件及复印件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份和委托人的身份证复印件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份。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OTMxNGRkZDJlYTNmNmMwODA5MjhkMDVkZTVhZmQifQ=="/>
    <w:docVar w:name="KSO_WPS_MARK_KEY" w:val="c9cdaa39-d323-49e2-9934-cd50c4e327e6"/>
  </w:docVars>
  <w:rsids>
    <w:rsidRoot w:val="14EB1AED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0F45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2F2744F"/>
    <w:rsid w:val="03DE1A09"/>
    <w:rsid w:val="04EB2982"/>
    <w:rsid w:val="04FE0448"/>
    <w:rsid w:val="057E1134"/>
    <w:rsid w:val="094B7A54"/>
    <w:rsid w:val="0A2B0FF7"/>
    <w:rsid w:val="0A5E78D6"/>
    <w:rsid w:val="0C002DE1"/>
    <w:rsid w:val="0CC771F2"/>
    <w:rsid w:val="0F154152"/>
    <w:rsid w:val="0F8378FF"/>
    <w:rsid w:val="13410BFE"/>
    <w:rsid w:val="13D35B7A"/>
    <w:rsid w:val="14EB1AED"/>
    <w:rsid w:val="156465FC"/>
    <w:rsid w:val="18B45088"/>
    <w:rsid w:val="1CF73DAA"/>
    <w:rsid w:val="1F69402D"/>
    <w:rsid w:val="201E64A4"/>
    <w:rsid w:val="23876A73"/>
    <w:rsid w:val="25494795"/>
    <w:rsid w:val="26843225"/>
    <w:rsid w:val="286C08A2"/>
    <w:rsid w:val="28B501B5"/>
    <w:rsid w:val="2BAE72CC"/>
    <w:rsid w:val="2E8032F4"/>
    <w:rsid w:val="2FE140F7"/>
    <w:rsid w:val="36B94BAA"/>
    <w:rsid w:val="397F5220"/>
    <w:rsid w:val="39910EC4"/>
    <w:rsid w:val="3B1C5C89"/>
    <w:rsid w:val="3EE85A26"/>
    <w:rsid w:val="3FB10A7E"/>
    <w:rsid w:val="40CD058E"/>
    <w:rsid w:val="421C1D21"/>
    <w:rsid w:val="43401BF4"/>
    <w:rsid w:val="44194DCA"/>
    <w:rsid w:val="48FF5294"/>
    <w:rsid w:val="4D880665"/>
    <w:rsid w:val="4EAD53C7"/>
    <w:rsid w:val="4FB41ECD"/>
    <w:rsid w:val="50FB36C9"/>
    <w:rsid w:val="52625E45"/>
    <w:rsid w:val="537A4A1F"/>
    <w:rsid w:val="539A71D9"/>
    <w:rsid w:val="55372CA7"/>
    <w:rsid w:val="580369B8"/>
    <w:rsid w:val="5C641B24"/>
    <w:rsid w:val="5CAD7EB1"/>
    <w:rsid w:val="5E00063D"/>
    <w:rsid w:val="5FEF23A6"/>
    <w:rsid w:val="60D14D06"/>
    <w:rsid w:val="62570095"/>
    <w:rsid w:val="62F20BD9"/>
    <w:rsid w:val="645631D7"/>
    <w:rsid w:val="647472C9"/>
    <w:rsid w:val="68274693"/>
    <w:rsid w:val="69534BFF"/>
    <w:rsid w:val="69AA5E1A"/>
    <w:rsid w:val="6A573D14"/>
    <w:rsid w:val="6B465D1A"/>
    <w:rsid w:val="6B5B4859"/>
    <w:rsid w:val="6CCC0914"/>
    <w:rsid w:val="6D326F85"/>
    <w:rsid w:val="6EC52F0A"/>
    <w:rsid w:val="70246EA8"/>
    <w:rsid w:val="704A246A"/>
    <w:rsid w:val="709B1BB0"/>
    <w:rsid w:val="71695C24"/>
    <w:rsid w:val="7277288A"/>
    <w:rsid w:val="72E46E2E"/>
    <w:rsid w:val="744778F4"/>
    <w:rsid w:val="754227B1"/>
    <w:rsid w:val="766F3739"/>
    <w:rsid w:val="7A6926FD"/>
    <w:rsid w:val="7C9A2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rFonts w:eastAsia="仿宋_GB2312"/>
      <w:sz w:val="32"/>
    </w:rPr>
  </w:style>
  <w:style w:type="paragraph" w:styleId="3">
    <w:name w:val="toc 5"/>
    <w:basedOn w:val="1"/>
    <w:next w:val="1"/>
    <w:unhideWhenUsed/>
    <w:qFormat/>
    <w:uiPriority w:val="39"/>
    <w:pPr>
      <w:widowControl w:val="0"/>
      <w:ind w:left="1680" w:leftChars="800"/>
      <w:jc w:val="both"/>
    </w:pPr>
    <w:rPr>
      <w:rFonts w:hint="eastAsia"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8468;&#20214;&#65306;&#29616;&#22330;&#36164;&#26684;&#22797;&#23457;&#25152;&#38656;&#36164;&#26009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附件：现场资格复审所需资料.docx</Template>
  <Pages>2</Pages>
  <Words>657</Words>
  <Characters>669</Characters>
  <Lines>2</Lines>
  <Paragraphs>1</Paragraphs>
  <TotalTime>9</TotalTime>
  <ScaleCrop>false</ScaleCrop>
  <LinksUpToDate>false</LinksUpToDate>
  <CharactersWithSpaces>671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2023-07-04T02:08:00Z</dcterms:created>
  <dc:creator>Administrator</dc:creator>
  <cp:lastModifiedBy>张羽</cp:lastModifiedBy>
  <dcterms:modified xsi:type="dcterms:W3CDTF">2024-08-06T02:14:23Z</dcterms:modified>
  <dc:title>附件2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51C909C8404A44DBBF9EAD811B8CFA59_13</vt:lpwstr>
  </property>
</Properties>
</file>